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80E5D" w14:textId="0A54F40F" w:rsidR="00D37961" w:rsidRDefault="002A42E8" w:rsidP="00D37961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>
        <w:rPr>
          <w:rFonts w:ascii="TH SarabunPSK" w:hAnsi="TH SarabunPSK" w:cs="TH SarabunPSK"/>
          <w:noProof/>
        </w:rPr>
        <w:drawing>
          <wp:inline distT="0" distB="0" distL="0" distR="0" wp14:anchorId="1A77E545" wp14:editId="20456E3C">
            <wp:extent cx="810895" cy="1375410"/>
            <wp:effectExtent l="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F401" w14:textId="49FF2CB5" w:rsidR="00D37961" w:rsidRPr="002522EC" w:rsidRDefault="00D37961" w:rsidP="0099399A">
      <w:pPr>
        <w:spacing w:before="120"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หน้าอนุมัติ</w:t>
      </w:r>
      <w:sdt>
        <w:sdtPr>
          <w:rPr>
            <w:rFonts w:ascii="TH Sarabun New" w:hAnsi="TH Sarabun New" w:cs="TH Sarabun New"/>
            <w:b/>
            <w:bCs/>
            <w:color w:val="C00000"/>
            <w:spacing w:val="-4"/>
            <w:cs/>
          </w:rPr>
          <w:id w:val="-1161466107"/>
          <w:placeholder>
            <w:docPart w:val="DefaultPlaceholder_-1854013438"/>
          </w:placeholder>
          <w:dropDownList>
            <w:listItem w:displayText="วิทยานิพนธ์" w:value="วิทยานิพนธ์"/>
            <w:listItem w:displayText="ดุษฎีนิพนธ์" w:value="ดุษฎีนิพนธ์"/>
            <w:listItem w:displayText="การค้นคว้าอิสระ" w:value="การค้นคว้าอิสระ"/>
          </w:dropDownList>
        </w:sdtPr>
        <w:sdtContent>
          <w:r w:rsidRPr="004D1EEE">
            <w:rPr>
              <w:rFonts w:ascii="TH Sarabun New" w:hAnsi="TH Sarabun New" w:cs="TH Sarabun New" w:hint="cs"/>
              <w:b/>
              <w:bCs/>
              <w:color w:val="C00000"/>
              <w:spacing w:val="-4"/>
              <w:cs/>
            </w:rPr>
            <w:t>วิทยา</w:t>
          </w:r>
          <w:r w:rsidRPr="004D1EEE">
            <w:rPr>
              <w:rFonts w:ascii="TH Sarabun New" w:hAnsi="TH Sarabun New" w:cs="TH Sarabun New"/>
              <w:b/>
              <w:bCs/>
              <w:color w:val="C00000"/>
              <w:spacing w:val="-4"/>
              <w:cs/>
            </w:rPr>
            <w:t>นิพนธ์</w:t>
          </w:r>
        </w:sdtContent>
      </w:sdt>
    </w:p>
    <w:p w14:paraId="4F3CABB2" w14:textId="77777777" w:rsidR="00D37961" w:rsidRPr="002522EC" w:rsidRDefault="00D37961" w:rsidP="00D37961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มหาวิทยาลัยแม่ฟ้าหลวง</w:t>
      </w:r>
    </w:p>
    <w:p w14:paraId="60950580" w14:textId="77777777" w:rsidR="008E7A43" w:rsidRDefault="00D37961" w:rsidP="00351283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ปริญญา</w:t>
      </w:r>
      <w:r w:rsidR="004D1EEE" w:rsidRPr="004D1EEE">
        <w:rPr>
          <w:rFonts w:ascii="TH Sarabun New" w:hAnsi="TH Sarabun New" w:cs="TH Sarabun New" w:hint="cs"/>
          <w:b/>
          <w:bCs/>
          <w:color w:val="C00000"/>
          <w:spacing w:val="-4"/>
          <w:cs/>
        </w:rPr>
        <w:t>หลักสูตร</w:t>
      </w:r>
      <w:r w:rsidR="00351283">
        <w:rPr>
          <w:rFonts w:ascii="TH Sarabun New" w:hAnsi="TH Sarabun New" w:cs="TH Sarabun New"/>
          <w:b/>
          <w:bCs/>
          <w:spacing w:val="-4"/>
        </w:rPr>
        <w:t xml:space="preserve"> </w:t>
      </w:r>
    </w:p>
    <w:p w14:paraId="6593A3A1" w14:textId="6EA8E639" w:rsidR="00D37961" w:rsidRPr="002522EC" w:rsidRDefault="00D37961" w:rsidP="00351283">
      <w:pPr>
        <w:spacing w:line="240" w:lineRule="auto"/>
        <w:ind w:left="0"/>
        <w:jc w:val="center"/>
        <w:rPr>
          <w:rFonts w:ascii="TH Sarabun New" w:hAnsi="TH Sarabun New" w:cs="TH Sarabun New"/>
          <w:b/>
          <w:bCs/>
          <w:spacing w:val="-4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สาขาวิชา</w:t>
      </w:r>
      <w:r w:rsidR="004D1EEE" w:rsidRPr="004D1EEE">
        <w:rPr>
          <w:rFonts w:ascii="TH Sarabun New" w:hAnsi="TH Sarabun New" w:cs="TH Sarabun New" w:hint="cs"/>
          <w:b/>
          <w:bCs/>
          <w:color w:val="C00000"/>
          <w:spacing w:val="-4"/>
          <w:cs/>
        </w:rPr>
        <w:t>ชื่อสาขาวิชา</w:t>
      </w:r>
    </w:p>
    <w:p w14:paraId="6BF93AC4" w14:textId="5A1A68A9" w:rsidR="00351283" w:rsidRPr="004D1EEE" w:rsidRDefault="008F5E13" w:rsidP="001E0CA1">
      <w:pPr>
        <w:spacing w:before="120" w:line="240" w:lineRule="auto"/>
        <w:ind w:left="1530" w:hanging="1530"/>
        <w:rPr>
          <w:rFonts w:ascii="TH Sarabun New" w:hAnsi="TH Sarabun New" w:cs="TH Sarabun New"/>
          <w:color w:val="C00000"/>
          <w:spacing w:val="-4"/>
          <w:cs/>
        </w:rPr>
      </w:pPr>
      <w:sdt>
        <w:sdtPr>
          <w:rPr>
            <w:rFonts w:ascii="TH Sarabun New" w:hAnsi="TH Sarabun New" w:cs="TH Sarabun New"/>
            <w:b/>
            <w:bCs/>
            <w:color w:val="C00000"/>
            <w:spacing w:val="-4"/>
            <w:cs/>
          </w:rPr>
          <w:id w:val="60987565"/>
          <w:placeholder>
            <w:docPart w:val="133D373B16C44587A2EC953034C99A2D"/>
          </w:placeholder>
          <w:dropDownList>
            <w:listItem w:displayText="วิทยานิพนธ์" w:value="วิทยานิพนธ์"/>
            <w:listItem w:displayText="ดุษฎีนิพนธ์" w:value="ดุษฎีนิพนธ์"/>
            <w:listItem w:displayText="การค้นคว้าอิสระ" w:value="การค้นคว้าอิสระ"/>
          </w:dropDownList>
        </w:sdtPr>
        <w:sdtContent>
          <w:r>
            <w:rPr>
              <w:rFonts w:ascii="TH Sarabun New" w:hAnsi="TH Sarabun New" w:cs="TH Sarabun New"/>
              <w:b/>
              <w:bCs/>
              <w:color w:val="C00000"/>
              <w:spacing w:val="-4"/>
              <w:cs/>
            </w:rPr>
            <w:t>วิทยานิพนธ์</w:t>
          </w:r>
        </w:sdtContent>
      </w:sdt>
      <w:r w:rsidR="00D37961" w:rsidRPr="002522EC">
        <w:rPr>
          <w:rFonts w:ascii="TH Sarabun New" w:hAnsi="TH Sarabun New" w:cs="TH Sarabun New"/>
          <w:b/>
          <w:bCs/>
          <w:spacing w:val="-4"/>
          <w:cs/>
        </w:rPr>
        <w:t>เรื่อง</w:t>
      </w:r>
      <w:r w:rsidR="004D1EEE">
        <w:rPr>
          <w:rFonts w:ascii="TH Sarabun New" w:hAnsi="TH Sarabun New" w:cs="TH Sarabun New"/>
          <w:b/>
          <w:bCs/>
          <w:spacing w:val="-4"/>
        </w:rPr>
        <w:tab/>
      </w:r>
      <w:r w:rsidR="004D1EEE"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ระบุชื่อเรื่องภาษาไทย</w:t>
      </w:r>
    </w:p>
    <w:p w14:paraId="282E35A9" w14:textId="5009F649" w:rsidR="004D1EEE" w:rsidRPr="004D1EEE" w:rsidRDefault="004D1EEE" w:rsidP="004D1EEE">
      <w:pPr>
        <w:spacing w:before="120" w:line="240" w:lineRule="auto"/>
        <w:ind w:left="1886" w:hanging="356"/>
        <w:rPr>
          <w:rFonts w:ascii="TH Sarabun New" w:hAnsi="TH Sarabun New" w:cs="TH Sarabun New"/>
          <w:color w:val="C00000"/>
          <w:spacing w:val="-4"/>
        </w:rPr>
      </w:pPr>
      <w:r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ระบุชื่อเรื่องภาษาอังกฤษ</w:t>
      </w:r>
    </w:p>
    <w:p w14:paraId="4E3B6A0D" w14:textId="5C877D7E" w:rsidR="00D37961" w:rsidRPr="002522EC" w:rsidRDefault="00F72444" w:rsidP="0004738F">
      <w:pPr>
        <w:spacing w:before="120" w:line="240" w:lineRule="auto"/>
        <w:ind w:left="1886" w:hanging="1886"/>
        <w:rPr>
          <w:rFonts w:ascii="TH Sarabun New" w:hAnsi="TH Sarabun New" w:cs="TH Sarabun New"/>
        </w:rPr>
      </w:pPr>
      <w:r w:rsidRPr="002522EC">
        <w:rPr>
          <w:rFonts w:ascii="TH Sarabun New" w:hAnsi="TH Sarabun New" w:cs="TH Sarabun New"/>
          <w:b/>
          <w:bCs/>
          <w:spacing w:val="-4"/>
          <w:cs/>
        </w:rPr>
        <w:t>ผู้</w:t>
      </w:r>
      <w:r>
        <w:rPr>
          <w:rFonts w:ascii="TH Sarabun New" w:hAnsi="TH Sarabun New" w:cs="TH Sarabun New" w:hint="cs"/>
          <w:b/>
          <w:bCs/>
          <w:spacing w:val="-4"/>
          <w:cs/>
        </w:rPr>
        <w:t>ประพันธ์</w:t>
      </w:r>
      <w:r w:rsidR="00D37961" w:rsidRPr="002522EC">
        <w:rPr>
          <w:rFonts w:ascii="TH Sarabun New" w:hAnsi="TH Sarabun New" w:cs="TH Sarabun New"/>
          <w:b/>
          <w:bCs/>
          <w:spacing w:val="-4"/>
        </w:rPr>
        <w:t xml:space="preserve"> </w:t>
      </w:r>
      <w:r w:rsidR="004D1EEE" w:rsidRPr="004D1EEE">
        <w:rPr>
          <w:rFonts w:ascii="TH Sarabun New" w:hAnsi="TH Sarabun New" w:cs="TH Sarabun New" w:hint="cs"/>
          <w:color w:val="C00000"/>
          <w:spacing w:val="-4"/>
          <w:cs/>
        </w:rPr>
        <w:t>ระบุชื่อผู้ประพันธ์</w:t>
      </w:r>
    </w:p>
    <w:p w14:paraId="58604BCA" w14:textId="77777777" w:rsidR="00D37961" w:rsidRDefault="00D37961" w:rsidP="0004738F">
      <w:pPr>
        <w:spacing w:before="120" w:line="240" w:lineRule="auto"/>
        <w:ind w:left="1886" w:hanging="1886"/>
        <w:jc w:val="both"/>
        <w:rPr>
          <w:rFonts w:ascii="TH Sarabun New" w:hAnsi="TH Sarabun New" w:cs="TH Sarabun New"/>
          <w:b/>
          <w:bCs/>
        </w:rPr>
      </w:pPr>
      <w:r w:rsidRPr="002522EC">
        <w:rPr>
          <w:rFonts w:ascii="TH Sarabun New" w:hAnsi="TH Sarabun New" w:cs="TH Sarabun New"/>
          <w:b/>
          <w:bCs/>
          <w:cs/>
        </w:rPr>
        <w:t>คณะกรรมการสอบ</w:t>
      </w:r>
    </w:p>
    <w:p w14:paraId="014860C6" w14:textId="5CF2EFC8" w:rsidR="00D37961" w:rsidRPr="003C5B43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  <w:cs/>
        </w:rPr>
        <w:tab/>
      </w:r>
      <w:r w:rsidR="00D37961">
        <w:rPr>
          <w:rFonts w:ascii="TH Sarabun New" w:hAnsi="TH Sarabun New" w:cs="TH Sarabun New"/>
          <w:cs/>
        </w:rPr>
        <w:tab/>
      </w:r>
      <w:r w:rsidR="00446B70">
        <w:rPr>
          <w:rFonts w:ascii="TH Sarabun New" w:hAnsi="TH Sarabun New" w:cs="TH Sarabun New"/>
          <w:cs/>
        </w:rPr>
        <w:tab/>
      </w:r>
      <w:r w:rsidR="00446B70">
        <w:rPr>
          <w:rFonts w:ascii="TH Sarabun New" w:hAnsi="TH Sarabun New" w:cs="TH Sarabun New"/>
          <w:cs/>
        </w:rPr>
        <w:tab/>
      </w:r>
      <w:r w:rsidR="00D37961" w:rsidRPr="003C5B43">
        <w:rPr>
          <w:rFonts w:ascii="TH Sarabun New" w:hAnsi="TH Sarabun New" w:cs="TH Sarabun New"/>
          <w:cs/>
        </w:rPr>
        <w:t>ประธานกรรมกา</w:t>
      </w:r>
      <w:r w:rsidR="00D37961">
        <w:rPr>
          <w:rFonts w:ascii="TH Sarabun New" w:hAnsi="TH Sarabun New" w:cs="TH Sarabun New" w:hint="cs"/>
          <w:cs/>
        </w:rPr>
        <w:t>ร</w:t>
      </w:r>
    </w:p>
    <w:p w14:paraId="50B53DFB" w14:textId="689262B3" w:rsidR="00D37961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 w:rsidR="0004738F">
        <w:rPr>
          <w:rFonts w:ascii="TH Sarabun New" w:hAnsi="TH Sarabun New" w:cs="TH Sarabun New"/>
        </w:rPr>
        <w:tab/>
      </w:r>
      <w:r w:rsidR="00446B70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D37961" w:rsidRPr="003C5B43">
        <w:rPr>
          <w:rFonts w:ascii="TH Sarabun New" w:hAnsi="TH Sarabun New" w:cs="TH Sarabun New"/>
          <w:cs/>
        </w:rPr>
        <w:t>กรรมการ</w:t>
      </w:r>
      <w:r w:rsidR="00D37961" w:rsidRPr="003C5B43">
        <w:rPr>
          <w:rFonts w:ascii="TH Sarabun New" w:hAnsi="TH Sarabun New" w:cs="TH Sarabun New"/>
          <w:cs/>
        </w:rPr>
        <w:tab/>
      </w:r>
    </w:p>
    <w:p w14:paraId="5417ACE9" w14:textId="5D34D26D" w:rsidR="00D37961" w:rsidRDefault="004D1EEE" w:rsidP="00D37961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 w:rsidR="0004738F">
        <w:rPr>
          <w:rFonts w:ascii="TH Sarabun New" w:hAnsi="TH Sarabun New" w:cs="TH Sarabun New"/>
        </w:rPr>
        <w:tab/>
      </w:r>
      <w:r w:rsidR="00D37961" w:rsidRPr="003C5B43">
        <w:rPr>
          <w:rFonts w:ascii="TH Sarabun New" w:hAnsi="TH Sarabun New" w:cs="TH Sarabun New"/>
        </w:rPr>
        <w:tab/>
      </w:r>
      <w:r w:rsidR="00D37961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 w:rsidR="00D37961">
        <w:rPr>
          <w:rFonts w:ascii="TH Sarabun New" w:hAnsi="TH Sarabun New" w:cs="TH Sarabun New" w:hint="cs"/>
          <w:cs/>
        </w:rPr>
        <w:t>กรรมการ</w:t>
      </w:r>
    </w:p>
    <w:p w14:paraId="711CA1D9" w14:textId="77777777" w:rsidR="00E855B9" w:rsidRDefault="00E855B9" w:rsidP="00E855B9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ab/>
      </w:r>
      <w:r w:rsidRPr="003C5B43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>กรรมการ</w:t>
      </w:r>
    </w:p>
    <w:p w14:paraId="247BD66D" w14:textId="77777777" w:rsidR="00E855B9" w:rsidRDefault="00E855B9" w:rsidP="00E855B9">
      <w:pPr>
        <w:spacing w:line="240" w:lineRule="auto"/>
        <w:ind w:left="0" w:firstLine="720"/>
        <w:rPr>
          <w:rFonts w:ascii="TH Sarabun New" w:hAnsi="TH Sarabun New" w:cs="TH Sarabun New"/>
        </w:rPr>
      </w:pPr>
      <w:r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ab/>
      </w:r>
      <w:r w:rsidRPr="003C5B43"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>กรรมการ</w:t>
      </w:r>
    </w:p>
    <w:p w14:paraId="2B514D13" w14:textId="77777777" w:rsidR="00D37961" w:rsidRDefault="00D37961" w:rsidP="0004738F">
      <w:pPr>
        <w:spacing w:before="120" w:line="240" w:lineRule="auto"/>
        <w:ind w:left="0"/>
        <w:rPr>
          <w:rFonts w:ascii="TH Sarabun New" w:hAnsi="TH Sarabun New" w:cs="TH Sarabun New"/>
          <w:b/>
          <w:bCs/>
        </w:rPr>
      </w:pPr>
      <w:r w:rsidRPr="00AB0813">
        <w:rPr>
          <w:rFonts w:ascii="TH Sarabun New" w:hAnsi="TH Sarabun New" w:cs="TH Sarabun New" w:hint="cs"/>
          <w:b/>
          <w:bCs/>
          <w:cs/>
        </w:rPr>
        <w:t>อาจารย์ที่ปรึกษา</w:t>
      </w:r>
    </w:p>
    <w:p w14:paraId="690690FD" w14:textId="77777777" w:rsidR="00D37961" w:rsidRDefault="00D37961" w:rsidP="0004738F">
      <w:pPr>
        <w:spacing w:before="360" w:line="240" w:lineRule="auto"/>
        <w:ind w:left="720" w:firstLine="720"/>
        <w:jc w:val="center"/>
        <w:rPr>
          <w:rFonts w:ascii="TH Sarabun New" w:hAnsi="TH Sarabun New" w:cs="TH Sarabun New"/>
        </w:rPr>
      </w:pPr>
      <w:r w:rsidRPr="00AB0813">
        <w:rPr>
          <w:rFonts w:ascii="TH Sarabun New" w:hAnsi="TH Sarabun New" w:cs="TH Sarabun New" w:hint="cs"/>
          <w:cs/>
        </w:rPr>
        <w:t>.............................</w:t>
      </w:r>
      <w:r>
        <w:rPr>
          <w:rFonts w:ascii="TH Sarabun New" w:hAnsi="TH Sarabun New" w:cs="TH Sarabun New"/>
        </w:rPr>
        <w:t>...........</w:t>
      </w:r>
      <w:r w:rsidRPr="00AB0813">
        <w:rPr>
          <w:rFonts w:ascii="TH Sarabun New" w:hAnsi="TH Sarabun New" w:cs="TH Sarabun New" w:hint="cs"/>
          <w:cs/>
        </w:rPr>
        <w:t>...</w:t>
      </w:r>
      <w:r>
        <w:rPr>
          <w:rFonts w:ascii="TH Sarabun New" w:hAnsi="TH Sarabun New" w:cs="TH Sarabun New"/>
        </w:rPr>
        <w:t>..........</w:t>
      </w:r>
      <w:r w:rsidRPr="00AB0813">
        <w:rPr>
          <w:rFonts w:ascii="TH Sarabun New" w:hAnsi="TH Sarabun New" w:cs="TH Sarabun New" w:hint="cs"/>
          <w:cs/>
        </w:rPr>
        <w:t>....</w:t>
      </w:r>
      <w:r>
        <w:rPr>
          <w:rFonts w:ascii="TH Sarabun New" w:hAnsi="TH Sarabun New" w:cs="TH Sarabun New"/>
        </w:rPr>
        <w:t>.............</w:t>
      </w:r>
      <w:r w:rsidRPr="00AB0813">
        <w:rPr>
          <w:rFonts w:ascii="TH Sarabun New" w:hAnsi="TH Sarabun New" w:cs="TH Sarabun New" w:hint="cs"/>
          <w:cs/>
        </w:rPr>
        <w:t>..อาจารย์ที่ปรึกษาหลัก</w:t>
      </w:r>
    </w:p>
    <w:p w14:paraId="3BF537DD" w14:textId="282B6D38" w:rsidR="00D37961" w:rsidRDefault="00D37961" w:rsidP="00D37961">
      <w:pPr>
        <w:spacing w:line="240" w:lineRule="auto"/>
        <w:ind w:left="0"/>
        <w:jc w:val="center"/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>(</w:t>
      </w:r>
      <w:r w:rsidR="004D1EEE"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>)</w:t>
      </w:r>
    </w:p>
    <w:p w14:paraId="496D0016" w14:textId="77777777" w:rsidR="0004738F" w:rsidRDefault="0004738F" w:rsidP="0004738F">
      <w:pPr>
        <w:spacing w:before="120" w:line="240" w:lineRule="auto"/>
        <w:ind w:left="0"/>
        <w:rPr>
          <w:rFonts w:ascii="TH Sarabun New" w:hAnsi="TH Sarabun New" w:cs="TH Sarabun New"/>
          <w:b/>
          <w:bCs/>
        </w:rPr>
      </w:pPr>
      <w:r>
        <w:rPr>
          <w:rFonts w:ascii="TH Sarabun New" w:hAnsi="TH Sarabun New" w:cs="TH Sarabun New" w:hint="cs"/>
          <w:b/>
          <w:bCs/>
          <w:cs/>
        </w:rPr>
        <w:t>คณบดี</w:t>
      </w:r>
    </w:p>
    <w:p w14:paraId="75A92DEC" w14:textId="77777777" w:rsidR="00D37961" w:rsidRDefault="00D37961" w:rsidP="0004738F">
      <w:pPr>
        <w:spacing w:before="360" w:line="240" w:lineRule="auto"/>
        <w:ind w:left="720" w:firstLine="720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</w:t>
      </w:r>
      <w:r w:rsidRPr="00AB0813">
        <w:rPr>
          <w:rFonts w:ascii="TH Sarabun New" w:hAnsi="TH Sarabun New" w:cs="TH Sarabun New" w:hint="cs"/>
          <w:cs/>
        </w:rPr>
        <w:t>.............................</w:t>
      </w:r>
      <w:r>
        <w:rPr>
          <w:rFonts w:ascii="TH Sarabun New" w:hAnsi="TH Sarabun New" w:cs="TH Sarabun New"/>
        </w:rPr>
        <w:t>...........</w:t>
      </w:r>
      <w:r w:rsidRPr="00AB0813">
        <w:rPr>
          <w:rFonts w:ascii="TH Sarabun New" w:hAnsi="TH Sarabun New" w:cs="TH Sarabun New" w:hint="cs"/>
          <w:cs/>
        </w:rPr>
        <w:t>...</w:t>
      </w:r>
      <w:r>
        <w:rPr>
          <w:rFonts w:ascii="TH Sarabun New" w:hAnsi="TH Sarabun New" w:cs="TH Sarabun New"/>
        </w:rPr>
        <w:t>..........</w:t>
      </w:r>
      <w:r w:rsidRPr="00AB0813">
        <w:rPr>
          <w:rFonts w:ascii="TH Sarabun New" w:hAnsi="TH Sarabun New" w:cs="TH Sarabun New" w:hint="cs"/>
          <w:cs/>
        </w:rPr>
        <w:t>....</w:t>
      </w:r>
      <w:r>
        <w:rPr>
          <w:rFonts w:ascii="TH Sarabun New" w:hAnsi="TH Sarabun New" w:cs="TH Sarabun New"/>
        </w:rPr>
        <w:t>.............</w:t>
      </w:r>
      <w:r w:rsidRPr="00AB0813">
        <w:rPr>
          <w:rFonts w:ascii="TH Sarabun New" w:hAnsi="TH Sarabun New" w:cs="TH Sarabun New" w:hint="cs"/>
          <w:cs/>
        </w:rPr>
        <w:t>..</w:t>
      </w:r>
    </w:p>
    <w:p w14:paraId="7653A015" w14:textId="036ED052" w:rsidR="009838A9" w:rsidRDefault="00D3796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>(</w:t>
      </w:r>
      <w:r w:rsidR="004D1EEE" w:rsidRPr="004D1EEE">
        <w:rPr>
          <w:rFonts w:ascii="TH Sarabun New" w:hAnsi="TH Sarabun New" w:cs="TH Sarabun New" w:hint="cs"/>
          <w:color w:val="C00000"/>
          <w:cs/>
        </w:rPr>
        <w:t>ตำแหน่งทางวิชาการ ชื่อ นามสกุล</w:t>
      </w:r>
      <w:r>
        <w:rPr>
          <w:rFonts w:ascii="TH Sarabun New" w:hAnsi="TH Sarabun New" w:cs="TH Sarabun New"/>
        </w:rPr>
        <w:t>)</w:t>
      </w:r>
    </w:p>
    <w:p w14:paraId="01312E75" w14:textId="77777777" w:rsidR="00792F71" w:rsidRDefault="00792F7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</w:p>
    <w:p w14:paraId="56CFF679" w14:textId="77777777" w:rsidR="00792F71" w:rsidRDefault="00792F71" w:rsidP="009838A9">
      <w:pPr>
        <w:spacing w:line="240" w:lineRule="auto"/>
        <w:ind w:left="0"/>
        <w:jc w:val="center"/>
        <w:rPr>
          <w:rFonts w:ascii="TH Sarabun New" w:hAnsi="TH Sarabun New" w:cs="TH Sarabun New"/>
        </w:rPr>
      </w:pPr>
    </w:p>
    <w:p w14:paraId="307415D0" w14:textId="77777777" w:rsidR="00AB7332" w:rsidRPr="00AB7332" w:rsidRDefault="00AB7332" w:rsidP="004D1EEE">
      <w:pPr>
        <w:spacing w:line="240" w:lineRule="auto"/>
        <w:ind w:left="0"/>
        <w:rPr>
          <w:rFonts w:ascii="TH Sarabun New" w:hAnsi="TH Sarabun New" w:cs="TH Sarabun New"/>
        </w:rPr>
      </w:pPr>
    </w:p>
    <w:sectPr w:rsidR="00AB7332" w:rsidRPr="00AB7332" w:rsidSect="0099399A">
      <w:headerReference w:type="default" r:id="rId9"/>
      <w:footerReference w:type="default" r:id="rId10"/>
      <w:type w:val="continuous"/>
      <w:pgSz w:w="11906" w:h="16838" w:code="9"/>
      <w:pgMar w:top="2160" w:right="1440" w:bottom="1440" w:left="2160" w:header="706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3659E" w14:textId="77777777" w:rsidR="00526B93" w:rsidRDefault="00526B93" w:rsidP="007E31EB">
      <w:pPr>
        <w:spacing w:line="240" w:lineRule="auto"/>
      </w:pPr>
      <w:r>
        <w:separator/>
      </w:r>
    </w:p>
  </w:endnote>
  <w:endnote w:type="continuationSeparator" w:id="0">
    <w:p w14:paraId="05CEA2C9" w14:textId="77777777" w:rsidR="00526B93" w:rsidRDefault="00526B93" w:rsidP="007E3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EAAB" w14:textId="77777777" w:rsidR="00AA2545" w:rsidRDefault="00AA2545" w:rsidP="0099399A">
    <w:pPr>
      <w:pStyle w:val="Footer"/>
      <w:tabs>
        <w:tab w:val="clear" w:pos="4513"/>
        <w:tab w:val="clear" w:pos="9026"/>
        <w:tab w:val="left" w:pos="2400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6421" w14:textId="77777777" w:rsidR="00526B93" w:rsidRDefault="00526B93" w:rsidP="007E31EB">
      <w:pPr>
        <w:spacing w:line="240" w:lineRule="auto"/>
      </w:pPr>
      <w:r>
        <w:separator/>
      </w:r>
    </w:p>
  </w:footnote>
  <w:footnote w:type="continuationSeparator" w:id="0">
    <w:p w14:paraId="5F86BB92" w14:textId="77777777" w:rsidR="00526B93" w:rsidRDefault="00526B93" w:rsidP="007E3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474E7" w14:textId="11444F23" w:rsidR="00B32873" w:rsidRDefault="00B32873" w:rsidP="00B32873">
    <w:pPr>
      <w:pStyle w:val="Header"/>
      <w:tabs>
        <w:tab w:val="clear" w:pos="4513"/>
        <w:tab w:val="clear" w:pos="9026"/>
        <w:tab w:val="left" w:pos="57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886140956">
    <w:abstractNumId w:val="0"/>
  </w:num>
  <w:num w:numId="2" w16cid:durableId="200258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EB"/>
    <w:rsid w:val="0000275F"/>
    <w:rsid w:val="0000348C"/>
    <w:rsid w:val="00005E78"/>
    <w:rsid w:val="000143AD"/>
    <w:rsid w:val="0001572B"/>
    <w:rsid w:val="00016D0E"/>
    <w:rsid w:val="000302E5"/>
    <w:rsid w:val="00035705"/>
    <w:rsid w:val="000370FD"/>
    <w:rsid w:val="000426AF"/>
    <w:rsid w:val="00043B5E"/>
    <w:rsid w:val="0004738F"/>
    <w:rsid w:val="00052092"/>
    <w:rsid w:val="00052C72"/>
    <w:rsid w:val="00054A77"/>
    <w:rsid w:val="00067564"/>
    <w:rsid w:val="000703E1"/>
    <w:rsid w:val="000756CB"/>
    <w:rsid w:val="00094DA3"/>
    <w:rsid w:val="0009523A"/>
    <w:rsid w:val="000A0FC1"/>
    <w:rsid w:val="000A368E"/>
    <w:rsid w:val="000A62C6"/>
    <w:rsid w:val="000B15C3"/>
    <w:rsid w:val="000B1D23"/>
    <w:rsid w:val="000C31D6"/>
    <w:rsid w:val="000C6331"/>
    <w:rsid w:val="000C6CC4"/>
    <w:rsid w:val="000C7B26"/>
    <w:rsid w:val="000E109B"/>
    <w:rsid w:val="000E27FA"/>
    <w:rsid w:val="000E32A5"/>
    <w:rsid w:val="000F3564"/>
    <w:rsid w:val="000F6B45"/>
    <w:rsid w:val="00102213"/>
    <w:rsid w:val="0010668F"/>
    <w:rsid w:val="00115ABA"/>
    <w:rsid w:val="00123561"/>
    <w:rsid w:val="001259DE"/>
    <w:rsid w:val="00125E56"/>
    <w:rsid w:val="001275B1"/>
    <w:rsid w:val="001327EE"/>
    <w:rsid w:val="0013799C"/>
    <w:rsid w:val="00142C78"/>
    <w:rsid w:val="00151962"/>
    <w:rsid w:val="00152412"/>
    <w:rsid w:val="001571F2"/>
    <w:rsid w:val="00161214"/>
    <w:rsid w:val="00162E26"/>
    <w:rsid w:val="00163BBB"/>
    <w:rsid w:val="0017174F"/>
    <w:rsid w:val="0017544A"/>
    <w:rsid w:val="00175A20"/>
    <w:rsid w:val="001767C1"/>
    <w:rsid w:val="00181365"/>
    <w:rsid w:val="00187813"/>
    <w:rsid w:val="00190B2B"/>
    <w:rsid w:val="00191049"/>
    <w:rsid w:val="0019336E"/>
    <w:rsid w:val="001955A9"/>
    <w:rsid w:val="001A1A8E"/>
    <w:rsid w:val="001A1D9B"/>
    <w:rsid w:val="001A6FD3"/>
    <w:rsid w:val="001A7769"/>
    <w:rsid w:val="001B3C39"/>
    <w:rsid w:val="001B42F4"/>
    <w:rsid w:val="001B4830"/>
    <w:rsid w:val="001D141E"/>
    <w:rsid w:val="001D3468"/>
    <w:rsid w:val="001D4E42"/>
    <w:rsid w:val="001D6EA5"/>
    <w:rsid w:val="001E0CA1"/>
    <w:rsid w:val="001E7374"/>
    <w:rsid w:val="001F0976"/>
    <w:rsid w:val="001F100A"/>
    <w:rsid w:val="001F37F5"/>
    <w:rsid w:val="001F7B59"/>
    <w:rsid w:val="00200485"/>
    <w:rsid w:val="0020079C"/>
    <w:rsid w:val="00207A28"/>
    <w:rsid w:val="002103B4"/>
    <w:rsid w:val="00211329"/>
    <w:rsid w:val="00211567"/>
    <w:rsid w:val="002223EF"/>
    <w:rsid w:val="0022538F"/>
    <w:rsid w:val="002279C3"/>
    <w:rsid w:val="002522EC"/>
    <w:rsid w:val="0025241D"/>
    <w:rsid w:val="00256ED2"/>
    <w:rsid w:val="00257480"/>
    <w:rsid w:val="002621FB"/>
    <w:rsid w:val="00262566"/>
    <w:rsid w:val="00265035"/>
    <w:rsid w:val="00277C65"/>
    <w:rsid w:val="00292C9E"/>
    <w:rsid w:val="002A42E8"/>
    <w:rsid w:val="002B43DF"/>
    <w:rsid w:val="002D2CA9"/>
    <w:rsid w:val="002D7FAC"/>
    <w:rsid w:val="002E34F6"/>
    <w:rsid w:val="002E4A46"/>
    <w:rsid w:val="002E757D"/>
    <w:rsid w:val="002F281A"/>
    <w:rsid w:val="002F295C"/>
    <w:rsid w:val="0030246D"/>
    <w:rsid w:val="00306BE0"/>
    <w:rsid w:val="00307783"/>
    <w:rsid w:val="00316B5E"/>
    <w:rsid w:val="0032499D"/>
    <w:rsid w:val="00331963"/>
    <w:rsid w:val="003342AB"/>
    <w:rsid w:val="0034118B"/>
    <w:rsid w:val="003460C6"/>
    <w:rsid w:val="00351283"/>
    <w:rsid w:val="00355334"/>
    <w:rsid w:val="00356E0D"/>
    <w:rsid w:val="00360742"/>
    <w:rsid w:val="00360BC7"/>
    <w:rsid w:val="00362E87"/>
    <w:rsid w:val="00363BED"/>
    <w:rsid w:val="00367B00"/>
    <w:rsid w:val="00370387"/>
    <w:rsid w:val="00381598"/>
    <w:rsid w:val="003843F0"/>
    <w:rsid w:val="00384AA4"/>
    <w:rsid w:val="00387554"/>
    <w:rsid w:val="00392C86"/>
    <w:rsid w:val="003A268F"/>
    <w:rsid w:val="003B19C3"/>
    <w:rsid w:val="003B6D71"/>
    <w:rsid w:val="003C441A"/>
    <w:rsid w:val="003D0385"/>
    <w:rsid w:val="003D0B9D"/>
    <w:rsid w:val="003D136B"/>
    <w:rsid w:val="003D1D36"/>
    <w:rsid w:val="003D1E2F"/>
    <w:rsid w:val="003D579E"/>
    <w:rsid w:val="003E164A"/>
    <w:rsid w:val="003E3E8C"/>
    <w:rsid w:val="003E5B74"/>
    <w:rsid w:val="004072F0"/>
    <w:rsid w:val="004120AF"/>
    <w:rsid w:val="004125C0"/>
    <w:rsid w:val="00433570"/>
    <w:rsid w:val="00436D2D"/>
    <w:rsid w:val="0044003B"/>
    <w:rsid w:val="00441D89"/>
    <w:rsid w:val="00442FDC"/>
    <w:rsid w:val="00446B70"/>
    <w:rsid w:val="00450FEF"/>
    <w:rsid w:val="004537E9"/>
    <w:rsid w:val="00460670"/>
    <w:rsid w:val="00474396"/>
    <w:rsid w:val="00475989"/>
    <w:rsid w:val="00480165"/>
    <w:rsid w:val="00482CA4"/>
    <w:rsid w:val="004908BD"/>
    <w:rsid w:val="00492654"/>
    <w:rsid w:val="00495E47"/>
    <w:rsid w:val="004A1116"/>
    <w:rsid w:val="004B7B73"/>
    <w:rsid w:val="004C60C7"/>
    <w:rsid w:val="004D15C2"/>
    <w:rsid w:val="004D1EEE"/>
    <w:rsid w:val="004D2CF4"/>
    <w:rsid w:val="004E35F6"/>
    <w:rsid w:val="004E581C"/>
    <w:rsid w:val="004F58AC"/>
    <w:rsid w:val="004F7E3A"/>
    <w:rsid w:val="00502968"/>
    <w:rsid w:val="0051264C"/>
    <w:rsid w:val="00514221"/>
    <w:rsid w:val="00526B93"/>
    <w:rsid w:val="0053259C"/>
    <w:rsid w:val="005337C1"/>
    <w:rsid w:val="00536391"/>
    <w:rsid w:val="005373D1"/>
    <w:rsid w:val="0054271A"/>
    <w:rsid w:val="005462D4"/>
    <w:rsid w:val="005512DE"/>
    <w:rsid w:val="00557AED"/>
    <w:rsid w:val="00562FAE"/>
    <w:rsid w:val="005677A5"/>
    <w:rsid w:val="0057031B"/>
    <w:rsid w:val="0057199C"/>
    <w:rsid w:val="00582076"/>
    <w:rsid w:val="00584E9C"/>
    <w:rsid w:val="00594734"/>
    <w:rsid w:val="00594957"/>
    <w:rsid w:val="00597653"/>
    <w:rsid w:val="00597C2F"/>
    <w:rsid w:val="005A05A5"/>
    <w:rsid w:val="005B0C56"/>
    <w:rsid w:val="005B56C8"/>
    <w:rsid w:val="005C50F7"/>
    <w:rsid w:val="005D1D6D"/>
    <w:rsid w:val="005E14F7"/>
    <w:rsid w:val="005E568C"/>
    <w:rsid w:val="005E5BB6"/>
    <w:rsid w:val="005E768E"/>
    <w:rsid w:val="005E7D5B"/>
    <w:rsid w:val="005F2847"/>
    <w:rsid w:val="005F7C3F"/>
    <w:rsid w:val="005F7FDC"/>
    <w:rsid w:val="00610B5F"/>
    <w:rsid w:val="00612A58"/>
    <w:rsid w:val="00613CBE"/>
    <w:rsid w:val="00617DA8"/>
    <w:rsid w:val="006330C0"/>
    <w:rsid w:val="006335A5"/>
    <w:rsid w:val="00633D0B"/>
    <w:rsid w:val="00641466"/>
    <w:rsid w:val="00644995"/>
    <w:rsid w:val="00646C83"/>
    <w:rsid w:val="006479D4"/>
    <w:rsid w:val="00652241"/>
    <w:rsid w:val="00661537"/>
    <w:rsid w:val="00663C7A"/>
    <w:rsid w:val="00683B06"/>
    <w:rsid w:val="0068511C"/>
    <w:rsid w:val="00692424"/>
    <w:rsid w:val="006967FA"/>
    <w:rsid w:val="006A0E8D"/>
    <w:rsid w:val="006A652B"/>
    <w:rsid w:val="006A70F0"/>
    <w:rsid w:val="006B4907"/>
    <w:rsid w:val="006B54CA"/>
    <w:rsid w:val="006C3866"/>
    <w:rsid w:val="006C53A7"/>
    <w:rsid w:val="006D0F30"/>
    <w:rsid w:val="006D13A1"/>
    <w:rsid w:val="006D1E3A"/>
    <w:rsid w:val="006E6228"/>
    <w:rsid w:val="006E6305"/>
    <w:rsid w:val="006E6FDE"/>
    <w:rsid w:val="00712C2D"/>
    <w:rsid w:val="007159B3"/>
    <w:rsid w:val="00717BF8"/>
    <w:rsid w:val="0072448A"/>
    <w:rsid w:val="00725BCA"/>
    <w:rsid w:val="00726373"/>
    <w:rsid w:val="007336BE"/>
    <w:rsid w:val="00737D2F"/>
    <w:rsid w:val="00740747"/>
    <w:rsid w:val="00741AE6"/>
    <w:rsid w:val="00775974"/>
    <w:rsid w:val="007854D0"/>
    <w:rsid w:val="00792F71"/>
    <w:rsid w:val="00797014"/>
    <w:rsid w:val="00797376"/>
    <w:rsid w:val="007A67F3"/>
    <w:rsid w:val="007B20F9"/>
    <w:rsid w:val="007B42EF"/>
    <w:rsid w:val="007B60CF"/>
    <w:rsid w:val="007C146F"/>
    <w:rsid w:val="007D259C"/>
    <w:rsid w:val="007D3992"/>
    <w:rsid w:val="007D5BF2"/>
    <w:rsid w:val="007E3147"/>
    <w:rsid w:val="007E31EB"/>
    <w:rsid w:val="007F0F0C"/>
    <w:rsid w:val="00805476"/>
    <w:rsid w:val="0081272C"/>
    <w:rsid w:val="00814401"/>
    <w:rsid w:val="00824E30"/>
    <w:rsid w:val="00831C17"/>
    <w:rsid w:val="008361BA"/>
    <w:rsid w:val="00836934"/>
    <w:rsid w:val="00846E75"/>
    <w:rsid w:val="00847892"/>
    <w:rsid w:val="00856DB9"/>
    <w:rsid w:val="0087085E"/>
    <w:rsid w:val="00871E93"/>
    <w:rsid w:val="0087378E"/>
    <w:rsid w:val="0087399B"/>
    <w:rsid w:val="00875693"/>
    <w:rsid w:val="00880E1B"/>
    <w:rsid w:val="008B5B9A"/>
    <w:rsid w:val="008C304C"/>
    <w:rsid w:val="008D094D"/>
    <w:rsid w:val="008E67AC"/>
    <w:rsid w:val="008E7A43"/>
    <w:rsid w:val="008F0DC1"/>
    <w:rsid w:val="008F2AC4"/>
    <w:rsid w:val="008F5E13"/>
    <w:rsid w:val="00906F14"/>
    <w:rsid w:val="00907148"/>
    <w:rsid w:val="00912A10"/>
    <w:rsid w:val="00916F8B"/>
    <w:rsid w:val="00935AC2"/>
    <w:rsid w:val="00941F49"/>
    <w:rsid w:val="00943C04"/>
    <w:rsid w:val="00946427"/>
    <w:rsid w:val="00955A14"/>
    <w:rsid w:val="00960710"/>
    <w:rsid w:val="00963551"/>
    <w:rsid w:val="00970A8D"/>
    <w:rsid w:val="00973216"/>
    <w:rsid w:val="009805F4"/>
    <w:rsid w:val="009838A9"/>
    <w:rsid w:val="00983B69"/>
    <w:rsid w:val="00983F5A"/>
    <w:rsid w:val="0099399A"/>
    <w:rsid w:val="0099683C"/>
    <w:rsid w:val="009A1D3B"/>
    <w:rsid w:val="009A565A"/>
    <w:rsid w:val="009A5BA8"/>
    <w:rsid w:val="009B1A43"/>
    <w:rsid w:val="009C1121"/>
    <w:rsid w:val="009D6633"/>
    <w:rsid w:val="009E1D7B"/>
    <w:rsid w:val="009E5268"/>
    <w:rsid w:val="009F1A8E"/>
    <w:rsid w:val="00A01A68"/>
    <w:rsid w:val="00A061D1"/>
    <w:rsid w:val="00A107D1"/>
    <w:rsid w:val="00A14999"/>
    <w:rsid w:val="00A22E75"/>
    <w:rsid w:val="00A27F50"/>
    <w:rsid w:val="00A329A4"/>
    <w:rsid w:val="00A46EC5"/>
    <w:rsid w:val="00A475A4"/>
    <w:rsid w:val="00A5166E"/>
    <w:rsid w:val="00A741F4"/>
    <w:rsid w:val="00A74F5F"/>
    <w:rsid w:val="00A93E1D"/>
    <w:rsid w:val="00AA0C23"/>
    <w:rsid w:val="00AA2545"/>
    <w:rsid w:val="00AA5C50"/>
    <w:rsid w:val="00AB0223"/>
    <w:rsid w:val="00AB0BB3"/>
    <w:rsid w:val="00AB7332"/>
    <w:rsid w:val="00AC5739"/>
    <w:rsid w:val="00AD4224"/>
    <w:rsid w:val="00AF3575"/>
    <w:rsid w:val="00B01CB8"/>
    <w:rsid w:val="00B0665E"/>
    <w:rsid w:val="00B138F6"/>
    <w:rsid w:val="00B17900"/>
    <w:rsid w:val="00B241C5"/>
    <w:rsid w:val="00B2580E"/>
    <w:rsid w:val="00B32873"/>
    <w:rsid w:val="00B35363"/>
    <w:rsid w:val="00B37DF3"/>
    <w:rsid w:val="00B41F55"/>
    <w:rsid w:val="00B703ED"/>
    <w:rsid w:val="00B70E7D"/>
    <w:rsid w:val="00B73C78"/>
    <w:rsid w:val="00B75D7F"/>
    <w:rsid w:val="00B77AF5"/>
    <w:rsid w:val="00B81D97"/>
    <w:rsid w:val="00B82EA1"/>
    <w:rsid w:val="00B963A7"/>
    <w:rsid w:val="00BB34D3"/>
    <w:rsid w:val="00BC1265"/>
    <w:rsid w:val="00BE3674"/>
    <w:rsid w:val="00BE3872"/>
    <w:rsid w:val="00BE4352"/>
    <w:rsid w:val="00BE574C"/>
    <w:rsid w:val="00BF45B3"/>
    <w:rsid w:val="00C00BFB"/>
    <w:rsid w:val="00C00EAF"/>
    <w:rsid w:val="00C01BFC"/>
    <w:rsid w:val="00C04EA8"/>
    <w:rsid w:val="00C15805"/>
    <w:rsid w:val="00C15BEC"/>
    <w:rsid w:val="00C22709"/>
    <w:rsid w:val="00C2773A"/>
    <w:rsid w:val="00C30D73"/>
    <w:rsid w:val="00C30E5E"/>
    <w:rsid w:val="00C3249D"/>
    <w:rsid w:val="00C33FC4"/>
    <w:rsid w:val="00C36173"/>
    <w:rsid w:val="00C62746"/>
    <w:rsid w:val="00C674E4"/>
    <w:rsid w:val="00C70065"/>
    <w:rsid w:val="00C71EAB"/>
    <w:rsid w:val="00C72BFD"/>
    <w:rsid w:val="00C73CFB"/>
    <w:rsid w:val="00C74899"/>
    <w:rsid w:val="00C7723D"/>
    <w:rsid w:val="00C800CA"/>
    <w:rsid w:val="00C9071B"/>
    <w:rsid w:val="00C94B84"/>
    <w:rsid w:val="00C97F86"/>
    <w:rsid w:val="00CA58B1"/>
    <w:rsid w:val="00CB2107"/>
    <w:rsid w:val="00CB3A35"/>
    <w:rsid w:val="00CB3A86"/>
    <w:rsid w:val="00CC2237"/>
    <w:rsid w:val="00CC40FD"/>
    <w:rsid w:val="00CC48D3"/>
    <w:rsid w:val="00CC608B"/>
    <w:rsid w:val="00CD4FA4"/>
    <w:rsid w:val="00CD54F5"/>
    <w:rsid w:val="00CD6B86"/>
    <w:rsid w:val="00CD717D"/>
    <w:rsid w:val="00CD7658"/>
    <w:rsid w:val="00CE7F06"/>
    <w:rsid w:val="00CF088B"/>
    <w:rsid w:val="00CF3A4F"/>
    <w:rsid w:val="00D027F2"/>
    <w:rsid w:val="00D05350"/>
    <w:rsid w:val="00D062C3"/>
    <w:rsid w:val="00D27414"/>
    <w:rsid w:val="00D37961"/>
    <w:rsid w:val="00D37ECC"/>
    <w:rsid w:val="00D4415E"/>
    <w:rsid w:val="00D46379"/>
    <w:rsid w:val="00D5684F"/>
    <w:rsid w:val="00D672C5"/>
    <w:rsid w:val="00D74C46"/>
    <w:rsid w:val="00D74CFB"/>
    <w:rsid w:val="00D77AB1"/>
    <w:rsid w:val="00D81AA9"/>
    <w:rsid w:val="00D87231"/>
    <w:rsid w:val="00D900F1"/>
    <w:rsid w:val="00D918B8"/>
    <w:rsid w:val="00DA3B99"/>
    <w:rsid w:val="00DB2FE8"/>
    <w:rsid w:val="00DB33BA"/>
    <w:rsid w:val="00DD3578"/>
    <w:rsid w:val="00DD3715"/>
    <w:rsid w:val="00DD4E3F"/>
    <w:rsid w:val="00DE27E4"/>
    <w:rsid w:val="00DE5475"/>
    <w:rsid w:val="00DE5FD0"/>
    <w:rsid w:val="00E02B5E"/>
    <w:rsid w:val="00E15EA6"/>
    <w:rsid w:val="00E1619E"/>
    <w:rsid w:val="00E23C2B"/>
    <w:rsid w:val="00E25B1F"/>
    <w:rsid w:val="00E361E2"/>
    <w:rsid w:val="00E43D53"/>
    <w:rsid w:val="00E44DD5"/>
    <w:rsid w:val="00E61138"/>
    <w:rsid w:val="00E626C0"/>
    <w:rsid w:val="00E65B66"/>
    <w:rsid w:val="00E76566"/>
    <w:rsid w:val="00E855B9"/>
    <w:rsid w:val="00E90F47"/>
    <w:rsid w:val="00E97D1D"/>
    <w:rsid w:val="00EA1772"/>
    <w:rsid w:val="00EA20F9"/>
    <w:rsid w:val="00EA29D6"/>
    <w:rsid w:val="00EA6888"/>
    <w:rsid w:val="00EA794B"/>
    <w:rsid w:val="00EC687B"/>
    <w:rsid w:val="00ED51C8"/>
    <w:rsid w:val="00EE5DE5"/>
    <w:rsid w:val="00F11BD6"/>
    <w:rsid w:val="00F20EF5"/>
    <w:rsid w:val="00F2387B"/>
    <w:rsid w:val="00F26F07"/>
    <w:rsid w:val="00F3457B"/>
    <w:rsid w:val="00F362B0"/>
    <w:rsid w:val="00F3636F"/>
    <w:rsid w:val="00F41BF0"/>
    <w:rsid w:val="00F432F9"/>
    <w:rsid w:val="00F542E9"/>
    <w:rsid w:val="00F550BF"/>
    <w:rsid w:val="00F57235"/>
    <w:rsid w:val="00F72444"/>
    <w:rsid w:val="00F774B2"/>
    <w:rsid w:val="00F83F8C"/>
    <w:rsid w:val="00F84471"/>
    <w:rsid w:val="00F96D89"/>
    <w:rsid w:val="00F97FD7"/>
    <w:rsid w:val="00FB2F0F"/>
    <w:rsid w:val="00FB7BF9"/>
    <w:rsid w:val="00FC1125"/>
    <w:rsid w:val="00FD0D47"/>
    <w:rsid w:val="00FD1561"/>
    <w:rsid w:val="00FD438C"/>
    <w:rsid w:val="00FE0ADF"/>
    <w:rsid w:val="00FE3738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EAD29"/>
  <w15:docId w15:val="{F7C09360-9472-4AE3-AD56-59621789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BF8"/>
    <w:pPr>
      <w:keepNext/>
      <w:keepLines/>
      <w:spacing w:before="240"/>
      <w:outlineLvl w:val="0"/>
    </w:pPr>
    <w:rPr>
      <w:rFonts w:eastAsia="Times New Roman"/>
      <w:color w:val="365F91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935A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AC2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5AC2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E31E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E31E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E31EB"/>
    <w:rPr>
      <w:rFonts w:ascii="Angsana New" w:hAnsi="Angsana New" w:cs="Angsana New"/>
      <w:sz w:val="32"/>
      <w:szCs w:val="40"/>
    </w:rPr>
  </w:style>
  <w:style w:type="character" w:styleId="Hyperlink">
    <w:name w:val="Hyperlink"/>
    <w:uiPriority w:val="99"/>
    <w:semiHidden/>
    <w:unhideWhenUsed/>
    <w:rsid w:val="0010668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0668F"/>
    <w:pPr>
      <w:spacing w:before="100" w:beforeAutospacing="1" w:after="100" w:afterAutospacing="1" w:line="240" w:lineRule="auto"/>
      <w:ind w:left="0"/>
    </w:pPr>
    <w:rPr>
      <w:rFonts w:ascii="Tahoma" w:eastAsia="Times New Roman" w:hAnsi="Tahoma" w:cs="Tahoma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36074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74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360742"/>
    <w:rPr>
      <w:rFonts w:ascii="Angsana New" w:hAnsi="Angsana New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7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0742"/>
    <w:rPr>
      <w:rFonts w:ascii="Angsana New" w:hAnsi="Angsana New" w:cs="Angsana New"/>
      <w:b/>
      <w:bCs/>
      <w:sz w:val="20"/>
      <w:szCs w:val="25"/>
    </w:rPr>
  </w:style>
  <w:style w:type="character" w:customStyle="1" w:styleId="Heading1Char">
    <w:name w:val="Heading 1 Char"/>
    <w:link w:val="Heading1"/>
    <w:uiPriority w:val="9"/>
    <w:rsid w:val="00717BF8"/>
    <w:rPr>
      <w:rFonts w:ascii="Angsana New" w:eastAsia="Times New Roman" w:hAnsi="Angsana New" w:cs="Angsana New"/>
      <w:color w:val="365F91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0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ENG\Intro-%20Thes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4E521-0E8D-4E5B-A125-27B6CA6333DE}"/>
      </w:docPartPr>
      <w:docPartBody>
        <w:p w:rsidR="00B276D4" w:rsidRDefault="004766BB">
          <w:r w:rsidRPr="008D7923">
            <w:rPr>
              <w:rStyle w:val="PlaceholderText"/>
            </w:rPr>
            <w:t>Choose an item.</w:t>
          </w:r>
        </w:p>
      </w:docPartBody>
    </w:docPart>
    <w:docPart>
      <w:docPartPr>
        <w:name w:val="133D373B16C44587A2EC953034C99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387A0-1F0E-4AFB-BFA1-ECC9919A5C29}"/>
      </w:docPartPr>
      <w:docPartBody>
        <w:p w:rsidR="00000000" w:rsidRDefault="00843FA6" w:rsidP="00843FA6">
          <w:pPr>
            <w:pStyle w:val="133D373B16C44587A2EC953034C99A2D"/>
          </w:pPr>
          <w:r w:rsidRPr="008D792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6BB"/>
    <w:rsid w:val="004766BB"/>
    <w:rsid w:val="006A7AF1"/>
    <w:rsid w:val="00843FA6"/>
    <w:rsid w:val="00847892"/>
    <w:rsid w:val="00983B69"/>
    <w:rsid w:val="00A16946"/>
    <w:rsid w:val="00B276D4"/>
    <w:rsid w:val="00BC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FA6"/>
    <w:rPr>
      <w:color w:val="808080"/>
    </w:rPr>
  </w:style>
  <w:style w:type="paragraph" w:customStyle="1" w:styleId="133D373B16C44587A2EC953034C99A2D">
    <w:name w:val="133D373B16C44587A2EC953034C99A2D"/>
    <w:rsid w:val="00843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48BB9-1A40-47F1-843E-0D1C9320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Intro- Thesis</Template>
  <TotalTime>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cp:revision>7</cp:revision>
  <cp:lastPrinted>2024-09-25T04:01:00Z</cp:lastPrinted>
  <dcterms:created xsi:type="dcterms:W3CDTF">2024-09-30T06:29:00Z</dcterms:created>
  <dcterms:modified xsi:type="dcterms:W3CDTF">2026-02-23T04:22:00Z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ce8c3f15d5ae4d2c6363417fa772d25f18d2a40fd3302d53eede1edcf77eab5c</vt:lpwstr>
  </property>
</Properties>
</file>